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C13" w:rsidRPr="00614FE4" w:rsidRDefault="005F6C13" w:rsidP="005F6C13">
      <w:pPr>
        <w:pStyle w:val="Nagwek1"/>
        <w:spacing w:before="0" w:after="0"/>
        <w:jc w:val="left"/>
        <w:rPr>
          <w:rFonts w:ascii="Arial" w:hAnsi="Arial" w:cs="Arial"/>
          <w:sz w:val="24"/>
          <w:szCs w:val="28"/>
        </w:rPr>
      </w:pPr>
      <w:r w:rsidRPr="00614FE4">
        <w:rPr>
          <w:rFonts w:ascii="Arial" w:hAnsi="Arial" w:cs="Arial"/>
          <w:sz w:val="24"/>
          <w:szCs w:val="28"/>
        </w:rPr>
        <w:t>Załącznik nr 4 do Regulaminu</w:t>
      </w:r>
    </w:p>
    <w:p w:rsidR="00510784" w:rsidRPr="00614FE4" w:rsidRDefault="006577CE" w:rsidP="005F6C13">
      <w:pPr>
        <w:pStyle w:val="Nagwek1"/>
        <w:spacing w:before="0" w:after="0"/>
        <w:jc w:val="left"/>
        <w:rPr>
          <w:rFonts w:ascii="Arial" w:hAnsi="Arial" w:cs="Arial"/>
          <w:sz w:val="24"/>
          <w:szCs w:val="28"/>
        </w:rPr>
      </w:pPr>
      <w:r w:rsidRPr="00614FE4">
        <w:rPr>
          <w:rFonts w:ascii="Arial" w:hAnsi="Arial" w:cs="Arial"/>
          <w:sz w:val="24"/>
          <w:szCs w:val="28"/>
        </w:rPr>
        <w:t>Zgoda</w:t>
      </w:r>
      <w:r w:rsidR="00510784" w:rsidRPr="00614FE4">
        <w:rPr>
          <w:rFonts w:ascii="Arial" w:hAnsi="Arial" w:cs="Arial"/>
          <w:sz w:val="24"/>
          <w:szCs w:val="28"/>
        </w:rPr>
        <w:t xml:space="preserve"> na wykorzystanie wizerunku uczestnika Projektu</w:t>
      </w:r>
    </w:p>
    <w:p w:rsidR="005F6C13" w:rsidRPr="00614FE4" w:rsidRDefault="005F6C13" w:rsidP="005F6C13">
      <w:pPr>
        <w:rPr>
          <w:lang w:eastAsia="en-US"/>
        </w:rPr>
      </w:pPr>
    </w:p>
    <w:p w:rsidR="00510784" w:rsidRPr="00614FE4" w:rsidRDefault="005863D0" w:rsidP="005863D0">
      <w:pPr>
        <w:rPr>
          <w:rFonts w:eastAsia="Calibri" w:cs="Arial"/>
          <w:color w:val="000000"/>
        </w:rPr>
      </w:pPr>
      <w:r w:rsidRPr="00614FE4">
        <w:rPr>
          <w:rFonts w:eastAsia="Calibri" w:cs="Arial"/>
          <w:color w:val="000000"/>
        </w:rPr>
        <w:t>I</w:t>
      </w:r>
      <w:r w:rsidR="00510784" w:rsidRPr="00614FE4">
        <w:rPr>
          <w:rFonts w:eastAsia="Calibri" w:cs="Arial"/>
          <w:color w:val="000000"/>
        </w:rPr>
        <w:t xml:space="preserve">mię i </w:t>
      </w:r>
      <w:proofErr w:type="gramStart"/>
      <w:r w:rsidR="00510784" w:rsidRPr="00614FE4">
        <w:rPr>
          <w:rFonts w:eastAsia="Calibri" w:cs="Arial"/>
          <w:color w:val="000000"/>
        </w:rPr>
        <w:t>nazwisko</w:t>
      </w:r>
      <w:r w:rsidRPr="00614FE4">
        <w:rPr>
          <w:rFonts w:eastAsia="Calibri" w:cs="Arial"/>
          <w:color w:val="000000"/>
        </w:rPr>
        <w:t xml:space="preserve">: </w:t>
      </w:r>
      <w:r w:rsidR="00791BD9" w:rsidRPr="00614FE4">
        <w:rPr>
          <w:rFonts w:eastAsia="Calibri" w:cs="Arial"/>
          <w:color w:val="000000"/>
        </w:rPr>
        <w:t xml:space="preserve"> </w:t>
      </w:r>
      <w:r w:rsidRPr="00614FE4">
        <w:rPr>
          <w:rFonts w:eastAsia="Calibri" w:cs="Arial"/>
          <w:color w:val="000000"/>
        </w:rPr>
        <w:t>...</w:t>
      </w:r>
      <w:r w:rsidR="00287216" w:rsidRPr="00614FE4">
        <w:rPr>
          <w:rFonts w:eastAsia="Calibri" w:cs="Arial"/>
          <w:color w:val="000000"/>
        </w:rPr>
        <w:t>............................................</w:t>
      </w:r>
      <w:proofErr w:type="gramEnd"/>
      <w:r w:rsidR="00287216" w:rsidRPr="00614FE4">
        <w:rPr>
          <w:rFonts w:eastAsia="Calibri" w:cs="Arial"/>
          <w:color w:val="000000"/>
        </w:rPr>
        <w:t>................</w:t>
      </w:r>
      <w:r w:rsidR="00791BD9" w:rsidRPr="00614FE4">
        <w:rPr>
          <w:rFonts w:eastAsia="Calibri" w:cs="Arial"/>
          <w:color w:val="000000"/>
        </w:rPr>
        <w:t>..........................................</w:t>
      </w:r>
    </w:p>
    <w:p w:rsidR="005F6C13" w:rsidRPr="00614FE4" w:rsidRDefault="005F6C13" w:rsidP="005863D0">
      <w:pPr>
        <w:rPr>
          <w:rFonts w:eastAsia="Calibri" w:cs="Arial"/>
          <w:color w:val="000000"/>
        </w:rPr>
      </w:pPr>
    </w:p>
    <w:p w:rsidR="00791BD9" w:rsidRPr="00614FE4" w:rsidRDefault="005F6C13" w:rsidP="005F6C13">
      <w:pPr>
        <w:pStyle w:val="LO-normal"/>
        <w:tabs>
          <w:tab w:val="right" w:leader="dot" w:pos="8789"/>
        </w:tabs>
        <w:spacing w:after="240"/>
      </w:pPr>
      <w:r w:rsidRPr="00614FE4">
        <w:t>PESEL</w:t>
      </w:r>
      <w:r w:rsidR="00791BD9" w:rsidRPr="00614FE4">
        <w:t xml:space="preserve"> </w:t>
      </w:r>
      <w:r w:rsidR="00791BD9" w:rsidRPr="00614FE4">
        <w:rPr>
          <w:sz w:val="20"/>
          <w:szCs w:val="22"/>
        </w:rPr>
        <w:t>(</w:t>
      </w:r>
      <w:r w:rsidR="00791BD9" w:rsidRPr="00614FE4">
        <w:rPr>
          <w:sz w:val="22"/>
        </w:rPr>
        <w:t>w przypadku braku PESEL nr dokumentu potwierdzającego tożsamość)</w:t>
      </w:r>
      <w:r w:rsidRPr="00614FE4">
        <w:rPr>
          <w:sz w:val="22"/>
        </w:rPr>
        <w:t xml:space="preserve">: </w:t>
      </w:r>
    </w:p>
    <w:p w:rsidR="005F6C13" w:rsidRPr="00614FE4" w:rsidRDefault="005F6C13" w:rsidP="00B70441">
      <w:pPr>
        <w:pStyle w:val="LO-normal"/>
        <w:tabs>
          <w:tab w:val="right" w:leader="dot" w:pos="8789"/>
        </w:tabs>
        <w:spacing w:after="240"/>
      </w:pPr>
      <w:r w:rsidRPr="00614FE4">
        <w:tab/>
      </w:r>
    </w:p>
    <w:p w:rsidR="006B0F0F" w:rsidRDefault="00510784" w:rsidP="00287216">
      <w:pPr>
        <w:spacing w:before="40" w:after="40"/>
        <w:rPr>
          <w:rFonts w:cs="Arial"/>
        </w:rPr>
      </w:pPr>
      <w:r w:rsidRPr="00614FE4">
        <w:rPr>
          <w:rFonts w:eastAsia="Calibri" w:cs="Arial"/>
          <w:iCs/>
          <w:color w:val="000000"/>
        </w:rPr>
        <w:t xml:space="preserve">Wyrażam zgodę na nieodpłatne utrwalenie, wykorzystanie i rozpowszechnianie </w:t>
      </w:r>
      <w:r w:rsidR="00425990" w:rsidRPr="00614FE4">
        <w:t xml:space="preserve">(przetwarzanie) moich danych osobowych w zakresie imienia, nazwiska oraz </w:t>
      </w:r>
      <w:r w:rsidRPr="00614FE4">
        <w:rPr>
          <w:rFonts w:eastAsia="Calibri" w:cs="Arial"/>
          <w:iCs/>
          <w:color w:val="000000"/>
        </w:rPr>
        <w:t>wizerunku w celach promocyjnych i informac</w:t>
      </w:r>
      <w:r w:rsidR="00425990" w:rsidRPr="00614FE4">
        <w:rPr>
          <w:rFonts w:eastAsia="Calibri" w:cs="Arial"/>
          <w:iCs/>
          <w:color w:val="000000"/>
        </w:rPr>
        <w:t>yjnych związanych z realizacją P</w:t>
      </w:r>
      <w:r w:rsidRPr="00614FE4">
        <w:rPr>
          <w:rFonts w:eastAsia="Calibri" w:cs="Arial"/>
          <w:iCs/>
          <w:color w:val="000000"/>
        </w:rPr>
        <w:t>rojektu</w:t>
      </w:r>
      <w:bookmarkStart w:id="0" w:name="_Hlk136250792"/>
      <w:r w:rsidR="000A6AA1" w:rsidRPr="00614FE4">
        <w:rPr>
          <w:rFonts w:eastAsia="Calibri" w:cs="Arial"/>
          <w:iCs/>
          <w:color w:val="000000"/>
        </w:rPr>
        <w:t xml:space="preserve"> </w:t>
      </w:r>
      <w:r w:rsidR="000A6AA1" w:rsidRPr="00614FE4">
        <w:rPr>
          <w:rFonts w:cs="Arial"/>
          <w:color w:val="000000"/>
          <w:spacing w:val="1"/>
        </w:rPr>
        <w:t xml:space="preserve">nr </w:t>
      </w:r>
      <w:r w:rsidR="000A6AA1" w:rsidRPr="00614FE4">
        <w:rPr>
          <w:rStyle w:val="mat-tooltip-trigger"/>
          <w:rFonts w:cs="Arial"/>
        </w:rPr>
        <w:t xml:space="preserve">FEPM.05.16-IZ.00-0001/25 </w:t>
      </w:r>
      <w:r w:rsidR="000A6AA1" w:rsidRPr="00614FE4">
        <w:rPr>
          <w:rFonts w:cs="Arial"/>
          <w:kern w:val="2"/>
        </w:rPr>
        <w:t xml:space="preserve">pn. </w:t>
      </w:r>
      <w:r w:rsidR="000A6AA1" w:rsidRPr="00614FE4">
        <w:rPr>
          <w:rFonts w:cs="Arial"/>
          <w:color w:val="000000"/>
        </w:rPr>
        <w:t>„</w:t>
      </w:r>
      <w:r w:rsidR="000A6AA1" w:rsidRPr="00614FE4">
        <w:rPr>
          <w:rFonts w:cs="Arial"/>
        </w:rPr>
        <w:t>Sieć wsparcia migrantów w powiecie malborskim</w:t>
      </w:r>
      <w:r w:rsidR="000A6AA1" w:rsidRPr="00614FE4">
        <w:rPr>
          <w:rStyle w:val="mat-tooltip-trigger"/>
          <w:rFonts w:cs="Arial"/>
        </w:rPr>
        <w:t>“</w:t>
      </w:r>
      <w:r w:rsidR="000A6AA1" w:rsidRPr="00614FE4">
        <w:rPr>
          <w:rFonts w:cs="Arial"/>
          <w:kern w:val="2"/>
        </w:rPr>
        <w:t xml:space="preserve"> </w:t>
      </w:r>
      <w:r w:rsidR="000A6AA1" w:rsidRPr="00614FE4">
        <w:rPr>
          <w:rFonts w:cs="Arial"/>
        </w:rPr>
        <w:t xml:space="preserve">w ramach programu Fundusze Europejskie dla Pomorza 2021-2027 (FEP 2021-2027) współfinansowanego ze środków Europejskiego Funduszu Społecznego Plus (EFS+), w ramach Działania 5. 16. Integracja migrantów – ZIT poza terenem obszaru metropolitalnego przez </w:t>
      </w:r>
      <w:r w:rsidR="000A6AA1" w:rsidRPr="00614FE4">
        <w:t>Województwo Pomorskie, reprezentowane przez Zarząd Województwa Pomorskiego, pełniące funkcję Instytucji Zarządzającej Programu Fundusze Europejskie dla Pomorza 2021-2027</w:t>
      </w:r>
      <w:r w:rsidR="00752893" w:rsidRPr="00614FE4">
        <w:t>,</w:t>
      </w:r>
      <w:bookmarkEnd w:id="0"/>
      <w:r w:rsidR="00752893" w:rsidRPr="00614FE4">
        <w:t xml:space="preserve"> </w:t>
      </w:r>
      <w:r w:rsidRPr="00614FE4">
        <w:rPr>
          <w:rFonts w:eastAsia="Calibri" w:cs="Arial"/>
          <w:color w:val="000000"/>
        </w:rPr>
        <w:t xml:space="preserve">Beneficjenta projektu </w:t>
      </w:r>
      <w:r w:rsidR="00287216" w:rsidRPr="00614FE4">
        <w:rPr>
          <w:rFonts w:cs="Arial"/>
        </w:rPr>
        <w:t>Powiat Malborski/Po</w:t>
      </w:r>
      <w:r w:rsidR="00752893" w:rsidRPr="00614FE4">
        <w:rPr>
          <w:rFonts w:cs="Arial"/>
        </w:rPr>
        <w:t xml:space="preserve">wiatowy Urząd Pracy w Malborku </w:t>
      </w:r>
      <w:r w:rsidR="00752893" w:rsidRPr="001D116B">
        <w:rPr>
          <w:rFonts w:cs="Arial"/>
        </w:rPr>
        <w:t xml:space="preserve">oraz </w:t>
      </w:r>
      <w:r w:rsidR="006B0F0F" w:rsidRPr="001D116B">
        <w:rPr>
          <w:rFonts w:cs="Arial"/>
        </w:rPr>
        <w:t>Partnerów i Realizatorów Projektu.</w:t>
      </w:r>
    </w:p>
    <w:p w:rsidR="00510784" w:rsidRPr="00614FE4" w:rsidRDefault="00510784" w:rsidP="00287216">
      <w:pPr>
        <w:spacing w:before="120" w:after="120"/>
        <w:rPr>
          <w:rFonts w:eastAsia="Calibri" w:cs="Arial"/>
          <w:iCs/>
          <w:color w:val="000000"/>
        </w:rPr>
      </w:pPr>
      <w:r w:rsidRPr="00614FE4">
        <w:rPr>
          <w:rFonts w:eastAsia="Calibri" w:cs="Arial"/>
          <w:iCs/>
          <w:color w:val="000000"/>
        </w:rPr>
        <w:t>Zgoda dotyczy fotografii, wypowiedzi i nagrań audiowizualnych mojej osoby w ramach realizacji projektu oraz obejmuje takie formy publikacji jak: umieszczenie</w:t>
      </w:r>
      <w:r w:rsidR="00287216" w:rsidRPr="00614FE4">
        <w:rPr>
          <w:rFonts w:eastAsia="Calibri" w:cs="Arial"/>
          <w:iCs/>
          <w:color w:val="000000"/>
        </w:rPr>
        <w:t xml:space="preserve"> na stronie internetowej oraz mediach społecznościowych projektu oraz mogą zostać wykorzystane w materiałach informacyjno-promocyjnych, np. prezentacjach, broszurach, ulotkach, gazetach. </w:t>
      </w:r>
      <w:r w:rsidRPr="00614FE4">
        <w:rPr>
          <w:rFonts w:eastAsia="Calibri" w:cs="Arial"/>
          <w:iCs/>
          <w:color w:val="000000"/>
        </w:rPr>
        <w:t>Dopuszczam możliwość przetwarzania mojego wizerunku przez kadrowanie i obróbkę, w tym obróbkę cyfrową.</w:t>
      </w:r>
    </w:p>
    <w:p w:rsidR="0026688D" w:rsidRDefault="00510784" w:rsidP="0026688D">
      <w:pPr>
        <w:tabs>
          <w:tab w:val="left" w:pos="2575"/>
        </w:tabs>
        <w:rPr>
          <w:rFonts w:eastAsia="Arial" w:cs="Arial"/>
          <w:lang w:eastAsia="zh-CN" w:bidi="hi-IN"/>
        </w:rPr>
      </w:pPr>
      <w:r w:rsidRPr="00614FE4">
        <w:rPr>
          <w:rFonts w:eastAsia="Calibri" w:cs="Arial"/>
          <w:iCs/>
          <w:color w:val="000000"/>
        </w:rPr>
        <w:t>Niniejsza zgoda odnosi się do wielokrotnego, nieograniczonego czasowo i terytorialnie rozpowszechniania wizerunku, bez konieczności każdorazowego zatwierdza</w:t>
      </w:r>
      <w:r w:rsidR="0026688D">
        <w:rPr>
          <w:rFonts w:eastAsia="Calibri" w:cs="Arial"/>
          <w:iCs/>
          <w:color w:val="000000"/>
        </w:rPr>
        <w:t>nia.</w:t>
      </w:r>
    </w:p>
    <w:p w:rsidR="0026688D" w:rsidRDefault="0026688D" w:rsidP="0026688D">
      <w:pPr>
        <w:tabs>
          <w:tab w:val="left" w:pos="2575"/>
        </w:tabs>
        <w:rPr>
          <w:rFonts w:eastAsia="Arial" w:cs="Arial"/>
          <w:lang w:eastAsia="zh-CN" w:bidi="hi-IN"/>
        </w:rPr>
      </w:pPr>
      <w:r w:rsidRPr="0026688D">
        <w:rPr>
          <w:rFonts w:eastAsia="Arial" w:cs="Arial"/>
          <w:lang w:eastAsia="zh-CN" w:bidi="hi-IN"/>
        </w:rPr>
        <w:t xml:space="preserve"> </w:t>
      </w:r>
    </w:p>
    <w:p w:rsidR="0026688D" w:rsidRPr="0026688D" w:rsidRDefault="0026688D" w:rsidP="0026688D">
      <w:pPr>
        <w:tabs>
          <w:tab w:val="left" w:pos="2575"/>
        </w:tabs>
        <w:rPr>
          <w:rFonts w:eastAsia="Arial" w:cs="Arial"/>
          <w:lang w:eastAsia="zh-CN" w:bidi="hi-IN"/>
        </w:rPr>
      </w:pPr>
      <w:r w:rsidRPr="0026688D">
        <w:rPr>
          <w:rFonts w:eastAsia="Arial" w:cs="Arial"/>
          <w:b/>
          <w:lang w:eastAsia="zh-CN" w:bidi="hi-IN"/>
        </w:rPr>
        <w:t xml:space="preserve">Data i </w:t>
      </w:r>
      <w:r>
        <w:rPr>
          <w:rFonts w:eastAsia="Arial" w:cs="Arial"/>
          <w:b/>
          <w:lang w:eastAsia="zh-CN" w:bidi="hi-IN"/>
        </w:rPr>
        <w:t>c</w:t>
      </w:r>
      <w:r w:rsidRPr="0026688D">
        <w:rPr>
          <w:rFonts w:eastAsia="Arial" w:cs="Arial"/>
          <w:b/>
          <w:lang w:eastAsia="zh-CN" w:bidi="hi-IN"/>
        </w:rPr>
        <w:t>zytelny podpis uczestnika projektu*</w:t>
      </w:r>
      <w:r w:rsidRPr="0026688D">
        <w:rPr>
          <w:rFonts w:eastAsia="Arial" w:cs="Arial"/>
          <w:lang w:eastAsia="zh-CN" w:bidi="hi-IN"/>
        </w:rPr>
        <w:t xml:space="preserve"> ………………………………………….</w:t>
      </w:r>
    </w:p>
    <w:p w:rsidR="0026688D" w:rsidRDefault="0026688D" w:rsidP="0026688D">
      <w:pPr>
        <w:pStyle w:val="Nagwek2"/>
        <w:spacing w:after="0" w:line="360" w:lineRule="auto"/>
        <w:rPr>
          <w:rFonts w:ascii="Arial" w:eastAsia="Arial" w:hAnsi="Arial" w:cs="Arial"/>
          <w:b w:val="0"/>
          <w:sz w:val="24"/>
          <w:szCs w:val="24"/>
          <w:lang w:eastAsia="zh-CN" w:bidi="hi-IN"/>
        </w:rPr>
      </w:pPr>
    </w:p>
    <w:p w:rsidR="0026688D" w:rsidRPr="0026688D" w:rsidRDefault="0026688D" w:rsidP="0026688D">
      <w:pPr>
        <w:pStyle w:val="Nagwek2"/>
        <w:spacing w:after="0" w:line="360" w:lineRule="auto"/>
        <w:rPr>
          <w:rFonts w:ascii="Arial" w:eastAsia="Arial" w:hAnsi="Arial" w:cs="Arial"/>
          <w:b w:val="0"/>
          <w:sz w:val="24"/>
          <w:szCs w:val="24"/>
          <w:lang w:eastAsia="zh-CN" w:bidi="hi-IN"/>
        </w:rPr>
      </w:pPr>
      <w:r w:rsidRPr="0026688D">
        <w:rPr>
          <w:rFonts w:ascii="Arial" w:eastAsia="Arial" w:hAnsi="Arial" w:cs="Arial"/>
          <w:bCs/>
          <w:sz w:val="24"/>
          <w:szCs w:val="24"/>
          <w:lang w:eastAsia="zh-CN" w:bidi="hi-IN"/>
        </w:rPr>
        <w:t xml:space="preserve">Data i </w:t>
      </w:r>
      <w:r>
        <w:rPr>
          <w:rFonts w:ascii="Arial" w:eastAsia="Arial" w:hAnsi="Arial" w:cs="Arial"/>
          <w:bCs/>
          <w:sz w:val="24"/>
          <w:szCs w:val="24"/>
          <w:lang w:eastAsia="zh-CN" w:bidi="hi-IN"/>
        </w:rPr>
        <w:t>c</w:t>
      </w:r>
      <w:r w:rsidRPr="0026688D">
        <w:rPr>
          <w:rFonts w:ascii="Arial" w:eastAsia="Arial" w:hAnsi="Arial" w:cs="Arial"/>
          <w:bCs/>
          <w:sz w:val="24"/>
          <w:szCs w:val="24"/>
          <w:lang w:eastAsia="zh-CN" w:bidi="hi-IN"/>
        </w:rPr>
        <w:t>zytelny podpis rodzica/opiekuna prawnego</w:t>
      </w:r>
      <w:r w:rsidRPr="0026688D">
        <w:rPr>
          <w:rFonts w:ascii="Arial" w:eastAsia="Arial" w:hAnsi="Arial" w:cs="Arial"/>
          <w:b w:val="0"/>
          <w:sz w:val="24"/>
          <w:szCs w:val="24"/>
          <w:lang w:eastAsia="zh-CN" w:bidi="hi-IN"/>
        </w:rPr>
        <w:t>…………………………………</w:t>
      </w:r>
    </w:p>
    <w:p w:rsidR="0026688D" w:rsidRDefault="0026688D" w:rsidP="0026688D">
      <w:pPr>
        <w:pStyle w:val="Nagwek2"/>
        <w:spacing w:after="0" w:line="360" w:lineRule="auto"/>
        <w:rPr>
          <w:rFonts w:ascii="Arial" w:eastAsia="Arial" w:hAnsi="Arial" w:cs="Arial"/>
          <w:b w:val="0"/>
          <w:sz w:val="22"/>
          <w:szCs w:val="22"/>
          <w:lang w:eastAsia="zh-CN" w:bidi="hi-IN"/>
        </w:rPr>
      </w:pPr>
    </w:p>
    <w:p w:rsidR="0026688D" w:rsidRPr="0026688D" w:rsidRDefault="0026688D" w:rsidP="0026688D">
      <w:pPr>
        <w:pStyle w:val="Nagwek2"/>
        <w:spacing w:after="0" w:line="360" w:lineRule="auto"/>
        <w:rPr>
          <w:rFonts w:ascii="Arial" w:eastAsia="Arial" w:hAnsi="Arial" w:cs="Arial"/>
          <w:b w:val="0"/>
          <w:sz w:val="22"/>
          <w:szCs w:val="22"/>
          <w:lang w:eastAsia="zh-CN" w:bidi="hi-IN"/>
        </w:rPr>
      </w:pPr>
      <w:r w:rsidRPr="0026688D">
        <w:rPr>
          <w:rFonts w:ascii="Arial" w:eastAsia="Arial" w:hAnsi="Arial" w:cs="Arial"/>
          <w:b w:val="0"/>
          <w:sz w:val="22"/>
          <w:szCs w:val="22"/>
          <w:lang w:eastAsia="zh-CN" w:bidi="hi-IN"/>
        </w:rPr>
        <w:t>*jeśli dotyczy</w:t>
      </w:r>
    </w:p>
    <w:p w:rsidR="0026688D" w:rsidRPr="0026688D" w:rsidRDefault="0026688D" w:rsidP="0026688D">
      <w:pPr>
        <w:rPr>
          <w:rFonts w:eastAsia="Arial"/>
          <w:lang w:eastAsia="zh-CN" w:bidi="hi-IN"/>
        </w:rPr>
      </w:pPr>
    </w:p>
    <w:p w:rsidR="0026688D" w:rsidRPr="0026688D" w:rsidRDefault="0026688D" w:rsidP="0026688D"/>
    <w:p w:rsidR="009A0733" w:rsidRDefault="009A0733" w:rsidP="0026688D">
      <w:pPr>
        <w:pStyle w:val="Nagwek2"/>
        <w:spacing w:after="0"/>
        <w:rPr>
          <w:rFonts w:ascii="Arial" w:hAnsi="Arial" w:cs="Arial"/>
          <w:sz w:val="24"/>
        </w:rPr>
      </w:pPr>
    </w:p>
    <w:p w:rsidR="007C4D66" w:rsidRPr="007C4D66" w:rsidRDefault="007C4D66" w:rsidP="007C4D66"/>
    <w:p w:rsidR="00D674BA" w:rsidRPr="00287216" w:rsidRDefault="00D674BA" w:rsidP="00FA5E17">
      <w:pPr>
        <w:spacing w:after="200"/>
        <w:rPr>
          <w:rFonts w:eastAsia="Calibri" w:cs="Arial"/>
          <w:lang w:eastAsia="en-US"/>
        </w:rPr>
      </w:pPr>
    </w:p>
    <w:sectPr w:rsidR="00D674BA" w:rsidRPr="00287216" w:rsidSect="00A2686F">
      <w:headerReference w:type="default" r:id="rId8"/>
      <w:headerReference w:type="first" r:id="rId9"/>
      <w:footerReference w:type="first" r:id="rId10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4D6" w:rsidRDefault="00CB54D6">
      <w:r>
        <w:separator/>
      </w:r>
    </w:p>
  </w:endnote>
  <w:endnote w:type="continuationSeparator" w:id="0">
    <w:p w:rsidR="00CB54D6" w:rsidRDefault="00CB54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Segoe Print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2500" w:rsidRPr="00B01F08" w:rsidRDefault="005776C1" w:rsidP="003526F5">
    <w:pPr>
      <w:pStyle w:val="Stopka"/>
      <w:ind w:left="-1134"/>
    </w:pPr>
    <w:r>
      <w:rPr>
        <w:noProof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890270</wp:posOffset>
          </wp:positionH>
          <wp:positionV relativeFrom="paragraph">
            <wp:posOffset>-270510</wp:posOffset>
          </wp:positionV>
          <wp:extent cx="3916680" cy="409575"/>
          <wp:effectExtent l="19050" t="0" r="7620" b="0"/>
          <wp:wrapTight wrapText="bothSides">
            <wp:wrapPolygon edited="0">
              <wp:start x="-105" y="0"/>
              <wp:lineTo x="-105" y="21098"/>
              <wp:lineTo x="21642" y="21098"/>
              <wp:lineTo x="21642" y="0"/>
              <wp:lineTo x="-105" y="0"/>
            </wp:wrapPolygon>
          </wp:wrapTight>
          <wp:docPr id="1" name="Obraz 1" descr="Fundusze Europejskie dla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undusze Europejskie dla Pomorza 2021-20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16680" cy="409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E7E2D">
      <w:rPr>
        <w:noProof/>
      </w:rPr>
      <w:pict>
        <v:line id="Łącznik prosty 6" o:spid="_x0000_s1027" style="position:absolute;left:0;text-align:left;z-index:251662336;visibility:visible;mso-position-horizontal-relative:text;mso-position-vertical-relative:text;mso-width-relative:margin" from="-52.5pt,-32.15pt" to="512.45pt,-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" strokecolor="black [3213]" strokeweight=".25pt">
          <v:stroke joinstyle="miter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4D6" w:rsidRDefault="00CB54D6">
      <w:r>
        <w:separator/>
      </w:r>
    </w:p>
  </w:footnote>
  <w:footnote w:type="continuationSeparator" w:id="0">
    <w:p w:rsidR="00CB54D6" w:rsidRDefault="00CB54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ACC" w:rsidRDefault="009A4ACC" w:rsidP="00A2686F">
    <w:pPr>
      <w:pStyle w:val="Nagwek"/>
      <w:ind w:left="-113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74EA" w:rsidRDefault="001860E1" w:rsidP="00AC19CB">
    <w:pPr>
      <w:pStyle w:val="Nagwek"/>
    </w:pPr>
    <w:r w:rsidRPr="001860E1">
      <w:rPr>
        <w:noProof/>
      </w:rPr>
      <w:drawing>
        <wp:inline distT="0" distB="0" distL="0" distR="0">
          <wp:extent cx="5759450" cy="669290"/>
          <wp:effectExtent l="19050" t="0" r="0" b="0"/>
          <wp:docPr id="4" name="Obraz 0" descr="Pasek_mono_FEP 2021-2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mono_FEP 2021-2027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E7E2D">
      <w:rPr>
        <w:noProof/>
      </w:rPr>
      <w:pict>
        <v:line id="Łącznik prosty 5" o:spid="_x0000_s1026" style="position:absolute;z-index:251659264;visibility:visible;mso-position-horizontal-relative:text;mso-position-vertical-relative:text" from="-58.9pt,68.6pt" to="512.6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" strokecolor="black [3213]" strokeweight=".25pt">
          <v:stroke joinstyle="miter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27D79"/>
    <w:multiLevelType w:val="hybridMultilevel"/>
    <w:tmpl w:val="BC1E79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473EAE"/>
    <w:multiLevelType w:val="hybridMultilevel"/>
    <w:tmpl w:val="AFCEE59A"/>
    <w:lvl w:ilvl="0" w:tplc="E7901188">
      <w:start w:val="1"/>
      <w:numFmt w:val="ordinal"/>
      <w:lvlText w:val="%1"/>
      <w:lvlJc w:val="left"/>
      <w:pPr>
        <w:ind w:left="720" w:hanging="360"/>
      </w:pPr>
      <w:rPr>
        <w:rFonts w:asciiTheme="minorHAnsi" w:hAnsiTheme="minorHAnsi" w:cstheme="minorBid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B381E"/>
    <w:multiLevelType w:val="multilevel"/>
    <w:tmpl w:val="4DCAD22E"/>
    <w:lvl w:ilvl="0">
      <w:start w:val="1"/>
      <w:numFmt w:val="bullet"/>
      <w:lvlText w:val="●"/>
      <w:lvlJc w:val="left"/>
      <w:pPr>
        <w:tabs>
          <w:tab w:val="num" w:pos="0"/>
        </w:tabs>
        <w:ind w:left="36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80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0"/>
        </w:tabs>
        <w:ind w:left="252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39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0"/>
        </w:tabs>
        <w:ind w:left="46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120" w:hanging="360"/>
      </w:pPr>
      <w:rPr>
        <w:rFonts w:ascii="Noto Sans Symbols" w:hAnsi="Noto Sans Symbols" w:cs="Noto Sans Symbols" w:hint="default"/>
      </w:rPr>
    </w:lvl>
  </w:abstractNum>
  <w:abstractNum w:abstractNumId="3">
    <w:nsid w:val="40525DBD"/>
    <w:multiLevelType w:val="hybridMultilevel"/>
    <w:tmpl w:val="EC620D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B76755"/>
    <w:multiLevelType w:val="hybridMultilevel"/>
    <w:tmpl w:val="141A6DD8"/>
    <w:lvl w:ilvl="0" w:tplc="FFFFFFFF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7FA35C0A"/>
    <w:multiLevelType w:val="multilevel"/>
    <w:tmpl w:val="428E9EAC"/>
    <w:numStyleLink w:val="Lista1"/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21"/>
  <w:defaultTabStop w:val="708"/>
  <w:hyphenationZone w:val="425"/>
  <w:characterSpacingControl w:val="doNotCompress"/>
  <w:hdrShapeDefaults>
    <o:shapedefaults v:ext="edit" spidmax="1638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docVars>
    <w:docVar w:name="LE_Links" w:val="{8C4D46F6-393D-48F8-A3C4-450F710E6065}"/>
  </w:docVars>
  <w:rsids>
    <w:rsidRoot w:val="001A02A1"/>
    <w:rsid w:val="00002589"/>
    <w:rsid w:val="00013E03"/>
    <w:rsid w:val="000174EA"/>
    <w:rsid w:val="00032C16"/>
    <w:rsid w:val="000361CD"/>
    <w:rsid w:val="000364DF"/>
    <w:rsid w:val="00044A54"/>
    <w:rsid w:val="00061F20"/>
    <w:rsid w:val="00080D83"/>
    <w:rsid w:val="00097F1C"/>
    <w:rsid w:val="000A3836"/>
    <w:rsid w:val="000A6AA1"/>
    <w:rsid w:val="000B0069"/>
    <w:rsid w:val="000D0A8E"/>
    <w:rsid w:val="000D283E"/>
    <w:rsid w:val="000E4863"/>
    <w:rsid w:val="00120BC8"/>
    <w:rsid w:val="00124D4A"/>
    <w:rsid w:val="001304E7"/>
    <w:rsid w:val="00130B23"/>
    <w:rsid w:val="001520FF"/>
    <w:rsid w:val="00183E82"/>
    <w:rsid w:val="001860E1"/>
    <w:rsid w:val="00187C69"/>
    <w:rsid w:val="001A02A1"/>
    <w:rsid w:val="001A081C"/>
    <w:rsid w:val="001A3D33"/>
    <w:rsid w:val="001B210F"/>
    <w:rsid w:val="001B7876"/>
    <w:rsid w:val="001C05C1"/>
    <w:rsid w:val="001D059A"/>
    <w:rsid w:val="001D116B"/>
    <w:rsid w:val="001E07A9"/>
    <w:rsid w:val="001F3FA8"/>
    <w:rsid w:val="00205716"/>
    <w:rsid w:val="00206235"/>
    <w:rsid w:val="0022069C"/>
    <w:rsid w:val="00241C1F"/>
    <w:rsid w:val="002425AE"/>
    <w:rsid w:val="002529E4"/>
    <w:rsid w:val="0026688D"/>
    <w:rsid w:val="002858D6"/>
    <w:rsid w:val="00287216"/>
    <w:rsid w:val="002C6347"/>
    <w:rsid w:val="00315901"/>
    <w:rsid w:val="00320572"/>
    <w:rsid w:val="00320AAC"/>
    <w:rsid w:val="00325198"/>
    <w:rsid w:val="003526F5"/>
    <w:rsid w:val="0035482A"/>
    <w:rsid w:val="003619F2"/>
    <w:rsid w:val="00365820"/>
    <w:rsid w:val="00395706"/>
    <w:rsid w:val="0039693E"/>
    <w:rsid w:val="003C554F"/>
    <w:rsid w:val="003D4A86"/>
    <w:rsid w:val="0040149C"/>
    <w:rsid w:val="00414478"/>
    <w:rsid w:val="00425990"/>
    <w:rsid w:val="004430F4"/>
    <w:rsid w:val="0045658E"/>
    <w:rsid w:val="00464281"/>
    <w:rsid w:val="00477302"/>
    <w:rsid w:val="00492BD3"/>
    <w:rsid w:val="004A67B5"/>
    <w:rsid w:val="004A7391"/>
    <w:rsid w:val="004B38AD"/>
    <w:rsid w:val="004B70BD"/>
    <w:rsid w:val="004C303B"/>
    <w:rsid w:val="004D6EFB"/>
    <w:rsid w:val="004E7E2D"/>
    <w:rsid w:val="004F254C"/>
    <w:rsid w:val="004F7207"/>
    <w:rsid w:val="005053BF"/>
    <w:rsid w:val="00510784"/>
    <w:rsid w:val="0052111D"/>
    <w:rsid w:val="005266B7"/>
    <w:rsid w:val="0053004E"/>
    <w:rsid w:val="00540824"/>
    <w:rsid w:val="00544ACB"/>
    <w:rsid w:val="00574BCB"/>
    <w:rsid w:val="005760A9"/>
    <w:rsid w:val="005776C1"/>
    <w:rsid w:val="005863D0"/>
    <w:rsid w:val="00594464"/>
    <w:rsid w:val="005C5A99"/>
    <w:rsid w:val="005F6C13"/>
    <w:rsid w:val="005F788F"/>
    <w:rsid w:val="00600FE6"/>
    <w:rsid w:val="00614FE4"/>
    <w:rsid w:val="0061767F"/>
    <w:rsid w:val="00622781"/>
    <w:rsid w:val="00640BFF"/>
    <w:rsid w:val="006577CE"/>
    <w:rsid w:val="0066032A"/>
    <w:rsid w:val="00665A91"/>
    <w:rsid w:val="0066780E"/>
    <w:rsid w:val="0069621B"/>
    <w:rsid w:val="006975DC"/>
    <w:rsid w:val="006B0F0F"/>
    <w:rsid w:val="006B1F1F"/>
    <w:rsid w:val="006B4267"/>
    <w:rsid w:val="006E6B3D"/>
    <w:rsid w:val="006F0C63"/>
    <w:rsid w:val="006F209E"/>
    <w:rsid w:val="00702FFC"/>
    <w:rsid w:val="00727F94"/>
    <w:rsid w:val="007337EB"/>
    <w:rsid w:val="00745D18"/>
    <w:rsid w:val="00752893"/>
    <w:rsid w:val="00776530"/>
    <w:rsid w:val="00786BF0"/>
    <w:rsid w:val="00791BD9"/>
    <w:rsid w:val="00791E8E"/>
    <w:rsid w:val="007A0109"/>
    <w:rsid w:val="007B2500"/>
    <w:rsid w:val="007B332C"/>
    <w:rsid w:val="007B5688"/>
    <w:rsid w:val="007B6A89"/>
    <w:rsid w:val="007C4D66"/>
    <w:rsid w:val="007D61D6"/>
    <w:rsid w:val="007E1B19"/>
    <w:rsid w:val="007F3623"/>
    <w:rsid w:val="007F4028"/>
    <w:rsid w:val="007F7874"/>
    <w:rsid w:val="008050B9"/>
    <w:rsid w:val="00812AEB"/>
    <w:rsid w:val="00821BD2"/>
    <w:rsid w:val="00827311"/>
    <w:rsid w:val="00833D82"/>
    <w:rsid w:val="00834BB4"/>
    <w:rsid w:val="00835187"/>
    <w:rsid w:val="008540F6"/>
    <w:rsid w:val="00862887"/>
    <w:rsid w:val="00873501"/>
    <w:rsid w:val="00876326"/>
    <w:rsid w:val="008905D8"/>
    <w:rsid w:val="00893E41"/>
    <w:rsid w:val="008945D9"/>
    <w:rsid w:val="008B093C"/>
    <w:rsid w:val="008C52E2"/>
    <w:rsid w:val="008F7068"/>
    <w:rsid w:val="00901297"/>
    <w:rsid w:val="00913CED"/>
    <w:rsid w:val="00927F2D"/>
    <w:rsid w:val="009706FB"/>
    <w:rsid w:val="009726FB"/>
    <w:rsid w:val="0099213E"/>
    <w:rsid w:val="009A0733"/>
    <w:rsid w:val="009A0C45"/>
    <w:rsid w:val="009A4ACC"/>
    <w:rsid w:val="009C2237"/>
    <w:rsid w:val="009D71C1"/>
    <w:rsid w:val="009D7CAD"/>
    <w:rsid w:val="009E1992"/>
    <w:rsid w:val="009E3C48"/>
    <w:rsid w:val="009F2CF0"/>
    <w:rsid w:val="009F69CE"/>
    <w:rsid w:val="00A0160D"/>
    <w:rsid w:val="00A04690"/>
    <w:rsid w:val="00A13179"/>
    <w:rsid w:val="00A13415"/>
    <w:rsid w:val="00A2686F"/>
    <w:rsid w:val="00A40DD3"/>
    <w:rsid w:val="00A830EB"/>
    <w:rsid w:val="00A8311B"/>
    <w:rsid w:val="00A92139"/>
    <w:rsid w:val="00AC19CB"/>
    <w:rsid w:val="00AD1EFE"/>
    <w:rsid w:val="00AD51FC"/>
    <w:rsid w:val="00AD7E56"/>
    <w:rsid w:val="00B0022D"/>
    <w:rsid w:val="00B01F08"/>
    <w:rsid w:val="00B16E8F"/>
    <w:rsid w:val="00B2442F"/>
    <w:rsid w:val="00B24733"/>
    <w:rsid w:val="00B30401"/>
    <w:rsid w:val="00B32EA1"/>
    <w:rsid w:val="00B6637D"/>
    <w:rsid w:val="00B70441"/>
    <w:rsid w:val="00B92A6A"/>
    <w:rsid w:val="00BB59E3"/>
    <w:rsid w:val="00BB76D0"/>
    <w:rsid w:val="00BC363C"/>
    <w:rsid w:val="00BD2F5B"/>
    <w:rsid w:val="00C23B23"/>
    <w:rsid w:val="00C268A0"/>
    <w:rsid w:val="00C2728B"/>
    <w:rsid w:val="00C377A0"/>
    <w:rsid w:val="00C42D9F"/>
    <w:rsid w:val="00C448C8"/>
    <w:rsid w:val="00C4570A"/>
    <w:rsid w:val="00C57BB1"/>
    <w:rsid w:val="00C62C24"/>
    <w:rsid w:val="00C635B6"/>
    <w:rsid w:val="00C67AD5"/>
    <w:rsid w:val="00C85421"/>
    <w:rsid w:val="00C9202B"/>
    <w:rsid w:val="00CA5CBD"/>
    <w:rsid w:val="00CB4921"/>
    <w:rsid w:val="00CB54D6"/>
    <w:rsid w:val="00CC6625"/>
    <w:rsid w:val="00CE005B"/>
    <w:rsid w:val="00CE3680"/>
    <w:rsid w:val="00D0361A"/>
    <w:rsid w:val="00D06EFD"/>
    <w:rsid w:val="00D1150B"/>
    <w:rsid w:val="00D23D9B"/>
    <w:rsid w:val="00D30ADD"/>
    <w:rsid w:val="00D32C77"/>
    <w:rsid w:val="00D43238"/>
    <w:rsid w:val="00D43A0D"/>
    <w:rsid w:val="00D46867"/>
    <w:rsid w:val="00D526F3"/>
    <w:rsid w:val="00D57724"/>
    <w:rsid w:val="00D674BA"/>
    <w:rsid w:val="00D778D4"/>
    <w:rsid w:val="00DA2034"/>
    <w:rsid w:val="00DC733E"/>
    <w:rsid w:val="00DE5229"/>
    <w:rsid w:val="00DE5442"/>
    <w:rsid w:val="00DF57BE"/>
    <w:rsid w:val="00DF6F78"/>
    <w:rsid w:val="00E06500"/>
    <w:rsid w:val="00E539C6"/>
    <w:rsid w:val="00E57060"/>
    <w:rsid w:val="00E64D96"/>
    <w:rsid w:val="00E81ADD"/>
    <w:rsid w:val="00E87616"/>
    <w:rsid w:val="00EA5C16"/>
    <w:rsid w:val="00EE34D7"/>
    <w:rsid w:val="00EE526B"/>
    <w:rsid w:val="00EF000D"/>
    <w:rsid w:val="00EF1FA8"/>
    <w:rsid w:val="00F02994"/>
    <w:rsid w:val="00F05030"/>
    <w:rsid w:val="00F06767"/>
    <w:rsid w:val="00F5032F"/>
    <w:rsid w:val="00F545A3"/>
    <w:rsid w:val="00F61785"/>
    <w:rsid w:val="00F75E97"/>
    <w:rsid w:val="00F83EE2"/>
    <w:rsid w:val="00FA5E17"/>
    <w:rsid w:val="00FB1502"/>
    <w:rsid w:val="00FB5706"/>
    <w:rsid w:val="00FB7887"/>
    <w:rsid w:val="00FC03A0"/>
    <w:rsid w:val="00FD3526"/>
    <w:rsid w:val="00FD5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13179"/>
    <w:pPr>
      <w:spacing w:line="276" w:lineRule="auto"/>
    </w:pPr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863D0"/>
    <w:pPr>
      <w:keepNext/>
      <w:keepLines/>
      <w:spacing w:before="360" w:after="360"/>
      <w:jc w:val="center"/>
      <w:outlineLvl w:val="0"/>
    </w:pPr>
    <w:rPr>
      <w:rFonts w:asciiTheme="minorHAnsi" w:eastAsiaTheme="minorHAnsi" w:hAnsiTheme="minorHAnsi" w:cstheme="majorBidi"/>
      <w:b/>
      <w:color w:val="000000" w:themeColor="text1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A13179"/>
    <w:pPr>
      <w:keepNext/>
      <w:keepLines/>
      <w:spacing w:after="360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character" w:styleId="Odwoaniedokomentarza">
    <w:name w:val="annotation reference"/>
    <w:basedOn w:val="Domylnaczcionkaakapitu"/>
    <w:rsid w:val="008540F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540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40F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8540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540F6"/>
    <w:rPr>
      <w:rFonts w:ascii="Arial" w:hAnsi="Arial"/>
      <w:b/>
      <w:bCs/>
    </w:rPr>
  </w:style>
  <w:style w:type="character" w:customStyle="1" w:styleId="Nagwek1Znak">
    <w:name w:val="Nagłówek 1 Znak"/>
    <w:basedOn w:val="Domylnaczcionkaakapitu"/>
    <w:link w:val="Nagwek1"/>
    <w:rsid w:val="005863D0"/>
    <w:rPr>
      <w:rFonts w:asciiTheme="minorHAnsi" w:eastAsiaTheme="minorHAnsi" w:hAnsiTheme="minorHAnsi" w:cstheme="majorBidi"/>
      <w:b/>
      <w:color w:val="000000" w:themeColor="text1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rsid w:val="00A13179"/>
    <w:rPr>
      <w:rFonts w:asciiTheme="minorHAnsi" w:eastAsiaTheme="majorEastAsia" w:hAnsiTheme="minorHAnsi" w:cstheme="majorBidi"/>
      <w:b/>
      <w:sz w:val="28"/>
      <w:szCs w:val="26"/>
    </w:rPr>
  </w:style>
  <w:style w:type="character" w:customStyle="1" w:styleId="mat-tooltip-trigger">
    <w:name w:val="mat-tooltip-trigger"/>
    <w:basedOn w:val="Domylnaczcionkaakapitu"/>
    <w:rsid w:val="00287216"/>
  </w:style>
  <w:style w:type="character" w:customStyle="1" w:styleId="readonly-form-field-value">
    <w:name w:val="readonly-form-field-value"/>
    <w:basedOn w:val="Domylnaczcionkaakapitu"/>
    <w:rsid w:val="00477302"/>
  </w:style>
  <w:style w:type="character" w:customStyle="1" w:styleId="email-field-value">
    <w:name w:val="email-field-value"/>
    <w:basedOn w:val="Domylnaczcionkaakapitu"/>
    <w:rsid w:val="00477302"/>
  </w:style>
  <w:style w:type="character" w:styleId="Hipercze">
    <w:name w:val="Hyperlink"/>
    <w:basedOn w:val="Domylnaczcionkaakapitu"/>
    <w:rsid w:val="00477302"/>
    <w:rPr>
      <w:color w:val="0563C1" w:themeColor="hyperlink"/>
      <w:u w:val="single"/>
    </w:rPr>
  </w:style>
  <w:style w:type="character" w:customStyle="1" w:styleId="phonenumber-field-value">
    <w:name w:val="phonenumber-field-value"/>
    <w:basedOn w:val="Domylnaczcionkaakapitu"/>
    <w:rsid w:val="00477302"/>
  </w:style>
  <w:style w:type="paragraph" w:customStyle="1" w:styleId="LO-normal">
    <w:name w:val="LO-normal"/>
    <w:qFormat/>
    <w:rsid w:val="005F6C13"/>
    <w:pPr>
      <w:suppressAutoHyphens/>
      <w:spacing w:line="276" w:lineRule="auto"/>
    </w:pPr>
    <w:rPr>
      <w:rFonts w:ascii="Arial" w:eastAsia="Arial" w:hAnsi="Arial" w:cs="Arial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8C4D46F6-393D-48F8-A3C4-450F710E606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</Template>
  <TotalTime>26</TotalTime>
  <Pages>1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Twardokus Marcin</dc:creator>
  <cp:lastModifiedBy>laubag7934</cp:lastModifiedBy>
  <cp:revision>24</cp:revision>
  <cp:lastPrinted>2025-02-05T11:08:00Z</cp:lastPrinted>
  <dcterms:created xsi:type="dcterms:W3CDTF">2025-08-27T11:37:00Z</dcterms:created>
  <dcterms:modified xsi:type="dcterms:W3CDTF">2025-09-16T09:51:00Z</dcterms:modified>
</cp:coreProperties>
</file>